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B273F509-A280-4151-B210-1328BAA3A3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